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A2CC47A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396807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7230427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96807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9680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D91F74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BD71EA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17E46B2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EE4178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Jarugowa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FD188" w14:textId="77777777" w:rsidR="00E24B9F" w:rsidRDefault="00E24B9F" w:rsidP="00C16ABF">
      <w:pPr>
        <w:spacing w:after="0" w:line="240" w:lineRule="auto"/>
      </w:pPr>
      <w:r>
        <w:separator/>
      </w:r>
    </w:p>
  </w:endnote>
  <w:endnote w:type="continuationSeparator" w:id="0">
    <w:p w14:paraId="77794D24" w14:textId="77777777" w:rsidR="00E24B9F" w:rsidRDefault="00E24B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AFE1E" w14:textId="77777777" w:rsidR="00E24B9F" w:rsidRDefault="00E24B9F" w:rsidP="00C16ABF">
      <w:pPr>
        <w:spacing w:after="0" w:line="240" w:lineRule="auto"/>
      </w:pPr>
      <w:r>
        <w:separator/>
      </w:r>
    </w:p>
  </w:footnote>
  <w:footnote w:type="continuationSeparator" w:id="0">
    <w:p w14:paraId="3326D1D6" w14:textId="77777777" w:rsidR="00E24B9F" w:rsidRDefault="00E24B9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3644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968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61F8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9F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BE34C6-BE94-4905-8A09-683CAAA7A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2020-10-21T09:50:00Z</dcterms:created>
  <dcterms:modified xsi:type="dcterms:W3CDTF">2022-02-09T09:07:00Z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